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DCB6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C212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5731A3" w14:textId="4560EEF4" w:rsidR="0085747A" w:rsidRPr="004D1A01" w:rsidRDefault="0071620A" w:rsidP="004D1A01">
      <w:pPr>
        <w:spacing w:after="0" w:line="240" w:lineRule="exact"/>
        <w:jc w:val="center"/>
        <w:rPr>
          <w:b/>
          <w:smallCaps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D1A01" w:rsidRPr="004D1A01">
        <w:rPr>
          <w:smallCaps/>
          <w:szCs w:val="24"/>
        </w:rPr>
        <w:t xml:space="preserve"> </w:t>
      </w:r>
      <w:r w:rsidR="001101AE">
        <w:rPr>
          <w:smallCaps/>
          <w:szCs w:val="24"/>
        </w:rPr>
        <w:t>2022-2027</w:t>
      </w:r>
    </w:p>
    <w:p w14:paraId="5F180F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225621" w14:textId="32FF489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101AE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066F9" w:rsidRPr="001066F9">
        <w:rPr>
          <w:rFonts w:ascii="Corbel" w:hAnsi="Corbel"/>
          <w:sz w:val="20"/>
          <w:szCs w:val="20"/>
        </w:rPr>
        <w:t>2026</w:t>
      </w:r>
      <w:r w:rsidR="001101AE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14:paraId="754F0E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DCB4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68DE93" w14:textId="77777777" w:rsidTr="00B819C8">
        <w:tc>
          <w:tcPr>
            <w:tcW w:w="2694" w:type="dxa"/>
            <w:vAlign w:val="center"/>
          </w:tcPr>
          <w:p w14:paraId="51FE5C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22C83F" w14:textId="182BB5EE" w:rsidR="0085747A" w:rsidRPr="003A7EB3" w:rsidRDefault="004D1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A7EB3">
              <w:rPr>
                <w:rFonts w:ascii="Corbel" w:hAnsi="Corbel"/>
                <w:color w:val="auto"/>
                <w:sz w:val="24"/>
                <w:szCs w:val="24"/>
              </w:rPr>
              <w:t xml:space="preserve">Prawo pracy </w:t>
            </w:r>
            <w:r w:rsidR="001066F9" w:rsidRPr="003A7EB3">
              <w:rPr>
                <w:rFonts w:ascii="Corbel" w:hAnsi="Corbel"/>
                <w:color w:val="auto"/>
                <w:sz w:val="24"/>
                <w:szCs w:val="24"/>
              </w:rPr>
              <w:t xml:space="preserve">i ubezpieczeń społecznych </w:t>
            </w:r>
          </w:p>
        </w:tc>
      </w:tr>
      <w:tr w:rsidR="0085747A" w:rsidRPr="009C54AE" w14:paraId="40F902B0" w14:textId="77777777" w:rsidTr="00B819C8">
        <w:tc>
          <w:tcPr>
            <w:tcW w:w="2694" w:type="dxa"/>
            <w:vAlign w:val="center"/>
          </w:tcPr>
          <w:p w14:paraId="152F5E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5372E53" w14:textId="6282B79C" w:rsidR="0085747A" w:rsidRPr="0053415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01DF2DD" w14:textId="77777777" w:rsidTr="00B819C8">
        <w:tc>
          <w:tcPr>
            <w:tcW w:w="2694" w:type="dxa"/>
            <w:vAlign w:val="center"/>
          </w:tcPr>
          <w:p w14:paraId="2BE9004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BCF55F" w14:textId="77777777" w:rsidR="0085747A" w:rsidRPr="004D1A01" w:rsidRDefault="00044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A01" w:rsidRPr="009C54AE" w14:paraId="0A037BFB" w14:textId="77777777" w:rsidTr="00B819C8">
        <w:tc>
          <w:tcPr>
            <w:tcW w:w="2694" w:type="dxa"/>
            <w:vAlign w:val="center"/>
          </w:tcPr>
          <w:p w14:paraId="17FAC85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E4E3CA" w14:textId="77777777" w:rsidR="004D1A01" w:rsidRPr="004D1A01" w:rsidRDefault="004D1A01" w:rsidP="004D1A0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Pracy i Ubezpieczeń Społecznych</w:t>
            </w:r>
            <w:r w:rsidR="0004413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Instytutu Nauk Prawnych</w:t>
            </w:r>
          </w:p>
        </w:tc>
      </w:tr>
      <w:tr w:rsidR="004D1A01" w:rsidRPr="009C54AE" w14:paraId="2F6DF7B7" w14:textId="77777777" w:rsidTr="00B819C8">
        <w:tc>
          <w:tcPr>
            <w:tcW w:w="2694" w:type="dxa"/>
            <w:vAlign w:val="center"/>
          </w:tcPr>
          <w:p w14:paraId="42B80FAD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3E346D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4D1A01" w:rsidRPr="009C54AE" w14:paraId="438731C4" w14:textId="77777777" w:rsidTr="00B819C8">
        <w:tc>
          <w:tcPr>
            <w:tcW w:w="2694" w:type="dxa"/>
            <w:vAlign w:val="center"/>
          </w:tcPr>
          <w:p w14:paraId="28C4F136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667445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D1A01" w:rsidRPr="009C54AE" w14:paraId="32903509" w14:textId="77777777" w:rsidTr="00B819C8">
        <w:tc>
          <w:tcPr>
            <w:tcW w:w="2694" w:type="dxa"/>
            <w:vAlign w:val="center"/>
          </w:tcPr>
          <w:p w14:paraId="348CF69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DD8050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D1A01" w:rsidRPr="009C54AE" w14:paraId="388ACA76" w14:textId="77777777" w:rsidTr="00B819C8">
        <w:tc>
          <w:tcPr>
            <w:tcW w:w="2694" w:type="dxa"/>
            <w:vAlign w:val="center"/>
          </w:tcPr>
          <w:p w14:paraId="614F680B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575CAA" w14:textId="3695A749" w:rsidR="004D1A01" w:rsidRPr="004D1A01" w:rsidRDefault="00FE09DA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D1A01"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D1A01" w:rsidRPr="009C54AE" w14:paraId="4BE6EEFD" w14:textId="77777777" w:rsidTr="00B819C8">
        <w:tc>
          <w:tcPr>
            <w:tcW w:w="2694" w:type="dxa"/>
            <w:vAlign w:val="center"/>
          </w:tcPr>
          <w:p w14:paraId="3F85EF81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41EB27" w14:textId="2280DEC0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1066F9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4D1A01" w:rsidRPr="009C54AE" w14:paraId="1A49E4A9" w14:textId="77777777" w:rsidTr="00B819C8">
        <w:tc>
          <w:tcPr>
            <w:tcW w:w="2694" w:type="dxa"/>
            <w:vAlign w:val="center"/>
          </w:tcPr>
          <w:p w14:paraId="756B461C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6D9716" w14:textId="77777777" w:rsidR="004D1A01" w:rsidRPr="004D1A01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A01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D1A01" w:rsidRPr="009C54AE" w14:paraId="7DBEDB84" w14:textId="77777777" w:rsidTr="00B819C8">
        <w:tc>
          <w:tcPr>
            <w:tcW w:w="2694" w:type="dxa"/>
            <w:vAlign w:val="center"/>
          </w:tcPr>
          <w:p w14:paraId="1FD5EDAE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0BEE38" w14:textId="77777777" w:rsidR="004D1A01" w:rsidRPr="009C54AE" w:rsidRDefault="00044130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415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D1A01" w:rsidRPr="009C54AE" w14:paraId="41EBD2D7" w14:textId="77777777" w:rsidTr="00B819C8">
        <w:tc>
          <w:tcPr>
            <w:tcW w:w="2694" w:type="dxa"/>
            <w:vAlign w:val="center"/>
          </w:tcPr>
          <w:p w14:paraId="1DF85CDA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0EE173" w14:textId="77777777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D1A01" w:rsidRPr="009C54AE" w14:paraId="6672B94B" w14:textId="77777777" w:rsidTr="00B819C8">
        <w:tc>
          <w:tcPr>
            <w:tcW w:w="2694" w:type="dxa"/>
            <w:vAlign w:val="center"/>
          </w:tcPr>
          <w:p w14:paraId="0F0468B0" w14:textId="77777777" w:rsidR="004D1A01" w:rsidRPr="009C54AE" w:rsidRDefault="004D1A01" w:rsidP="004D1A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0CE9A" w14:textId="77777777" w:rsidR="004D1A01" w:rsidRPr="009C54AE" w:rsidRDefault="004D1A01" w:rsidP="004D1A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Aneta Kowalczyk, prof. UR, dr Maria Bosak-Sojka, 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Michał Skóra, mgr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</w:tbl>
    <w:p w14:paraId="5A3B59C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F0C20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4F3A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763D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F83457" w14:textId="77777777" w:rsidTr="001066F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3B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3241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1C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2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72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AA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C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A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A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9A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6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956D38" w14:textId="77777777" w:rsidTr="001066F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ABCD" w14:textId="1646FC58" w:rsidR="00015B8F" w:rsidRPr="009C54AE" w:rsidRDefault="0010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81CF" w14:textId="60E24C1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ADBB" w14:textId="00FF656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9602" w14:textId="390FCB45" w:rsidR="00015B8F" w:rsidRPr="009C54AE" w:rsidRDefault="0010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91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E1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29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77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27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8BC8" w14:textId="2DF5F3CE" w:rsidR="00015B8F" w:rsidRPr="009C54AE" w:rsidRDefault="0010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79C4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65F4C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6DAC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87207B" w14:textId="44DBCEFD" w:rsidR="0085747A" w:rsidRPr="00A12D61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A12D61">
        <w:rPr>
          <w:rFonts w:ascii="Corbel" w:hAnsi="Corbel"/>
          <w:bCs/>
          <w:smallCaps w:val="0"/>
          <w:szCs w:val="24"/>
        </w:rPr>
        <w:t xml:space="preserve">zajęcia w formie tradycyjnej </w:t>
      </w:r>
      <w:r w:rsidR="00E0143B" w:rsidRPr="00A12D61">
        <w:rPr>
          <w:rFonts w:ascii="Corbel" w:hAnsi="Corbel"/>
          <w:bCs/>
          <w:smallCaps w:val="0"/>
          <w:szCs w:val="24"/>
        </w:rPr>
        <w:t>lub</w:t>
      </w:r>
    </w:p>
    <w:p w14:paraId="5AF5ACE1" w14:textId="3FA0A0F1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DF615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9BD69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83E107" w14:textId="77777777" w:rsidR="00534156" w:rsidRDefault="00534156" w:rsidP="00534156">
      <w:pPr>
        <w:shd w:val="clear" w:color="auto" w:fill="FFFFFF"/>
        <w:spacing w:after="0" w:line="240" w:lineRule="auto"/>
        <w:ind w:left="5"/>
        <w:jc w:val="both"/>
        <w:rPr>
          <w:rFonts w:eastAsia="Cambria"/>
          <w:bCs/>
          <w:iCs/>
          <w:spacing w:val="-22"/>
          <w:sz w:val="24"/>
          <w:szCs w:val="24"/>
        </w:rPr>
      </w:pPr>
    </w:p>
    <w:p w14:paraId="31FCD9D7" w14:textId="3D4EF15B" w:rsidR="00534156" w:rsidRDefault="001066F9" w:rsidP="00534156">
      <w:pPr>
        <w:shd w:val="clear" w:color="auto" w:fill="FFFFFF"/>
        <w:spacing w:after="0" w:line="240" w:lineRule="auto"/>
        <w:ind w:left="5" w:firstLine="279"/>
        <w:jc w:val="both"/>
        <w:rPr>
          <w:rFonts w:eastAsia="Cambria"/>
          <w:bCs/>
          <w:iCs/>
          <w:spacing w:val="-22"/>
          <w:sz w:val="24"/>
          <w:szCs w:val="24"/>
        </w:rPr>
      </w:pPr>
      <w:r>
        <w:rPr>
          <w:rFonts w:eastAsia="Cambria"/>
          <w:bCs/>
          <w:iCs/>
          <w:spacing w:val="-22"/>
          <w:sz w:val="24"/>
          <w:szCs w:val="24"/>
        </w:rPr>
        <w:t>konwersatorium</w:t>
      </w:r>
      <w:r w:rsidR="00534156">
        <w:rPr>
          <w:rFonts w:eastAsia="Cambria"/>
          <w:bCs/>
          <w:iCs/>
          <w:spacing w:val="-22"/>
          <w:sz w:val="24"/>
          <w:szCs w:val="24"/>
        </w:rPr>
        <w:t xml:space="preserve"> – zaliczenie z oceną</w:t>
      </w:r>
    </w:p>
    <w:p w14:paraId="7E0561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70FCEA" w14:textId="4D467C0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410AB6D" w14:textId="77777777" w:rsidR="00953500" w:rsidRPr="009C54AE" w:rsidRDefault="009535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FF08DC" w14:textId="77777777" w:rsidTr="00745302">
        <w:tc>
          <w:tcPr>
            <w:tcW w:w="9670" w:type="dxa"/>
          </w:tcPr>
          <w:p w14:paraId="58379940" w14:textId="5310F9A8" w:rsidR="0085747A" w:rsidRPr="00953500" w:rsidRDefault="00534156" w:rsidP="009C54AE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00220C">
              <w:rPr>
                <w:b w:val="0"/>
                <w:smallCaps w:val="0"/>
                <w:szCs w:val="20"/>
              </w:rPr>
              <w:t>Podstawowa wiedza z zakresu prawa cywilnego.</w:t>
            </w:r>
          </w:p>
        </w:tc>
      </w:tr>
    </w:tbl>
    <w:p w14:paraId="3E03CD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59DE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E6E98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9AA92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E5727D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EFD3768" w14:textId="77777777" w:rsidTr="00923D7D">
        <w:tc>
          <w:tcPr>
            <w:tcW w:w="851" w:type="dxa"/>
            <w:vAlign w:val="center"/>
          </w:tcPr>
          <w:p w14:paraId="50A0163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80C473" w14:textId="77777777" w:rsidR="0085747A" w:rsidRPr="00F55956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zapoznać się z materiałem normatywnym z zakresu indywidualnego </w:t>
            </w:r>
            <w:r>
              <w:rPr>
                <w:rFonts w:eastAsia="Cambria"/>
                <w:sz w:val="24"/>
                <w:szCs w:val="24"/>
              </w:rPr>
              <w:br/>
            </w:r>
            <w:r w:rsidRPr="0000220C">
              <w:rPr>
                <w:rFonts w:eastAsia="Cambria"/>
                <w:sz w:val="24"/>
                <w:szCs w:val="24"/>
              </w:rPr>
              <w:t>i zbiorowego prawa pracy oraz ubezpieczeń społecznych.</w:t>
            </w:r>
          </w:p>
        </w:tc>
      </w:tr>
      <w:tr w:rsidR="0085747A" w:rsidRPr="009C54AE" w14:paraId="566FDA49" w14:textId="77777777" w:rsidTr="00923D7D">
        <w:tc>
          <w:tcPr>
            <w:tcW w:w="851" w:type="dxa"/>
            <w:vAlign w:val="center"/>
          </w:tcPr>
          <w:p w14:paraId="03438380" w14:textId="77777777" w:rsidR="0085747A" w:rsidRPr="009C54AE" w:rsidRDefault="00F55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187C92" w14:textId="77777777" w:rsidR="0085747A" w:rsidRPr="009C54AE" w:rsidRDefault="00F55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07AB">
              <w:rPr>
                <w:rFonts w:asciiTheme="minorHAnsi" w:eastAsia="Cambria" w:hAnsiTheme="minorHAnsi"/>
                <w:b w:val="0"/>
                <w:sz w:val="24"/>
                <w:szCs w:val="24"/>
              </w:rPr>
              <w:t>Student powinien zapoznać się z aktualnym orzecznictwem sądowym  z zakresu prawa pracy i ubezpieczeń społecznych, uzupełniającym omawiane praktyczne aspekty poszczególnych instytucji prawa</w:t>
            </w:r>
            <w:r>
              <w:rPr>
                <w:rFonts w:asciiTheme="minorHAnsi" w:eastAsia="Cambria" w:hAnsiTheme="minorHAnsi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5D506F1" w14:textId="77777777" w:rsidTr="00923D7D">
        <w:tc>
          <w:tcPr>
            <w:tcW w:w="851" w:type="dxa"/>
            <w:vAlign w:val="center"/>
          </w:tcPr>
          <w:p w14:paraId="1C160CE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595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4FA6A84" w14:textId="77777777" w:rsidR="0085747A" w:rsidRPr="00F55956" w:rsidRDefault="00F55956" w:rsidP="00F559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eastAsia="Cambria"/>
                <w:sz w:val="24"/>
                <w:szCs w:val="24"/>
              </w:rPr>
            </w:pPr>
            <w:r w:rsidRPr="0000220C">
              <w:rPr>
                <w:rFonts w:eastAsia="Cambria"/>
                <w:sz w:val="24"/>
                <w:szCs w:val="24"/>
              </w:rPr>
              <w:t xml:space="preserve">Student powinien uzyskać </w:t>
            </w:r>
            <w:r>
              <w:rPr>
                <w:rFonts w:eastAsia="Cambria"/>
                <w:sz w:val="24"/>
                <w:szCs w:val="24"/>
              </w:rPr>
              <w:t xml:space="preserve">wstępne i podstawowe </w:t>
            </w:r>
            <w:r w:rsidRPr="0000220C">
              <w:rPr>
                <w:rFonts w:eastAsia="Cambria"/>
                <w:sz w:val="24"/>
                <w:szCs w:val="24"/>
              </w:rPr>
              <w:t>umiejętności  samodzielnego rozwiązywania problemów z zakresu prawa pracy i ubezpieczeń społecznych.</w:t>
            </w:r>
          </w:p>
        </w:tc>
      </w:tr>
    </w:tbl>
    <w:p w14:paraId="38784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2A465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D9E87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3B6C29D" w14:textId="77777777" w:rsidTr="008302EF">
        <w:tc>
          <w:tcPr>
            <w:tcW w:w="1679" w:type="dxa"/>
            <w:vAlign w:val="center"/>
          </w:tcPr>
          <w:p w14:paraId="73B94F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7296C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40E5A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5956" w:rsidRPr="009C54AE" w14:paraId="67B1FC7B" w14:textId="77777777" w:rsidTr="008302EF">
        <w:tc>
          <w:tcPr>
            <w:tcW w:w="1679" w:type="dxa"/>
          </w:tcPr>
          <w:p w14:paraId="1554A23B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95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AE076D1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Wymienia i charakteryzuje podstawowe funkcje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zasady prawa pracy</w:t>
            </w:r>
          </w:p>
        </w:tc>
        <w:tc>
          <w:tcPr>
            <w:tcW w:w="1865" w:type="dxa"/>
          </w:tcPr>
          <w:p w14:paraId="3C3B7585" w14:textId="77777777" w:rsidR="00953500" w:rsidRPr="00953500" w:rsidRDefault="00953500" w:rsidP="00953500">
            <w:pPr>
              <w:rPr>
                <w:rFonts w:ascii="Corbel" w:hAnsi="Corbel"/>
                <w:sz w:val="24"/>
                <w:szCs w:val="24"/>
              </w:rPr>
            </w:pPr>
            <w:r w:rsidRPr="00953500">
              <w:rPr>
                <w:rFonts w:ascii="Corbel" w:hAnsi="Corbel"/>
                <w:sz w:val="24"/>
                <w:szCs w:val="24"/>
              </w:rPr>
              <w:t>K_W02</w:t>
            </w:r>
          </w:p>
          <w:p w14:paraId="3517A8C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0021FCBF" w14:textId="77777777" w:rsidTr="008302EF">
        <w:tc>
          <w:tcPr>
            <w:tcW w:w="1679" w:type="dxa"/>
          </w:tcPr>
          <w:p w14:paraId="322FEB01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357438D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Rozróżnia umowne i pozaumowne podstawy nawiązania stosunku pracy</w:t>
            </w:r>
          </w:p>
        </w:tc>
        <w:tc>
          <w:tcPr>
            <w:tcW w:w="1865" w:type="dxa"/>
          </w:tcPr>
          <w:p w14:paraId="75C76F4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7F050F1E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76698E2A" w14:textId="77777777" w:rsidTr="008302EF">
        <w:tc>
          <w:tcPr>
            <w:tcW w:w="1679" w:type="dxa"/>
          </w:tcPr>
          <w:p w14:paraId="32E9CED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EB071A2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i charakteryzuje umowy o pracę</w:t>
            </w:r>
          </w:p>
        </w:tc>
        <w:tc>
          <w:tcPr>
            <w:tcW w:w="1865" w:type="dxa"/>
          </w:tcPr>
          <w:p w14:paraId="62043B2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  <w:p w14:paraId="575F19B1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26E72216" w14:textId="77777777" w:rsidTr="008302EF">
        <w:tc>
          <w:tcPr>
            <w:tcW w:w="1679" w:type="dxa"/>
          </w:tcPr>
          <w:p w14:paraId="4A7FCC8E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3D7419F" w14:textId="77777777" w:rsidR="00F55956" w:rsidRPr="00850352" w:rsidRDefault="00F55956" w:rsidP="0085035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Przyswaja i charakteryzuje sposoby rozwiązywania umów </w:t>
            </w:r>
            <w:r w:rsidR="00850352">
              <w:rPr>
                <w:rFonts w:ascii="Corbel" w:hAnsi="Corbel"/>
                <w:sz w:val="24"/>
                <w:szCs w:val="24"/>
              </w:rPr>
              <w:br/>
            </w:r>
            <w:r w:rsidRPr="00850352">
              <w:rPr>
                <w:rFonts w:ascii="Corbel" w:hAnsi="Corbel"/>
                <w:sz w:val="24"/>
                <w:szCs w:val="24"/>
              </w:rPr>
              <w:t>o pracę</w:t>
            </w:r>
          </w:p>
        </w:tc>
        <w:tc>
          <w:tcPr>
            <w:tcW w:w="1865" w:type="dxa"/>
          </w:tcPr>
          <w:p w14:paraId="13FD4908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76E76A5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5956" w:rsidRPr="009C54AE" w14:paraId="562D6C09" w14:textId="77777777" w:rsidTr="008302EF">
        <w:tc>
          <w:tcPr>
            <w:tcW w:w="1679" w:type="dxa"/>
          </w:tcPr>
          <w:p w14:paraId="0C136C5A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03081AD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3FEBA08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Objaśnia różnice między umową o pracę,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a cywilnoprawnymi podstawami zatrudnienia</w:t>
            </w:r>
          </w:p>
        </w:tc>
        <w:tc>
          <w:tcPr>
            <w:tcW w:w="1865" w:type="dxa"/>
          </w:tcPr>
          <w:p w14:paraId="4D33C585" w14:textId="5292CF7D" w:rsidR="00F55956" w:rsidRPr="00F55956" w:rsidRDefault="00953500" w:rsidP="00953500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500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</w:tc>
      </w:tr>
      <w:tr w:rsidR="00F55956" w:rsidRPr="009C54AE" w14:paraId="78AABB75" w14:textId="77777777" w:rsidTr="008302EF">
        <w:tc>
          <w:tcPr>
            <w:tcW w:w="1679" w:type="dxa"/>
          </w:tcPr>
          <w:p w14:paraId="2796849D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6A51B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podstawowe prawa i obowiązki stron stosunku pracy</w:t>
            </w:r>
          </w:p>
        </w:tc>
        <w:tc>
          <w:tcPr>
            <w:tcW w:w="1865" w:type="dxa"/>
          </w:tcPr>
          <w:p w14:paraId="0DCE2C7B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K_W05</w:t>
            </w:r>
          </w:p>
          <w:p w14:paraId="398D315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6275C1FE" w14:textId="77777777" w:rsidTr="008302EF">
        <w:tc>
          <w:tcPr>
            <w:tcW w:w="1679" w:type="dxa"/>
          </w:tcPr>
          <w:p w14:paraId="48E66413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499A0E62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Wymienia rodzaje odpowiedzialności pracowników na gruncie prawa pracy</w:t>
            </w:r>
          </w:p>
        </w:tc>
        <w:tc>
          <w:tcPr>
            <w:tcW w:w="1865" w:type="dxa"/>
          </w:tcPr>
          <w:p w14:paraId="048E4EE8" w14:textId="50AADB11" w:rsidR="00953500" w:rsidRDefault="00953500" w:rsidP="00953500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45A2EEA5" w14:textId="4BCDEF33" w:rsidR="00F55956" w:rsidRPr="00953500" w:rsidRDefault="00953500" w:rsidP="00953500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500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</w:p>
        </w:tc>
      </w:tr>
      <w:tr w:rsidR="00F55956" w:rsidRPr="009C54AE" w14:paraId="3CAAE172" w14:textId="77777777" w:rsidTr="008302EF">
        <w:tc>
          <w:tcPr>
            <w:tcW w:w="1679" w:type="dxa"/>
          </w:tcPr>
          <w:p w14:paraId="5AA01174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49CA635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zakres regulacji prawnych dotyczących prawa zabezpieczenia społecznego</w:t>
            </w:r>
          </w:p>
        </w:tc>
        <w:tc>
          <w:tcPr>
            <w:tcW w:w="1865" w:type="dxa"/>
          </w:tcPr>
          <w:p w14:paraId="7452A08D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K_W02  </w:t>
            </w:r>
          </w:p>
          <w:p w14:paraId="20E64327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74353D8D" w14:textId="77777777" w:rsidTr="008302EF">
        <w:tc>
          <w:tcPr>
            <w:tcW w:w="1679" w:type="dxa"/>
          </w:tcPr>
          <w:p w14:paraId="0297A7B0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0F08B32D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Zna i charakteryzuje rodzaje świadczeń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z ubezpieczenia społecznego</w:t>
            </w:r>
          </w:p>
        </w:tc>
        <w:tc>
          <w:tcPr>
            <w:tcW w:w="1865" w:type="dxa"/>
          </w:tcPr>
          <w:p w14:paraId="5BCE8D94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1E1A5B82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1F81BEE9" w14:textId="77777777" w:rsidTr="008302EF">
        <w:tc>
          <w:tcPr>
            <w:tcW w:w="1679" w:type="dxa"/>
          </w:tcPr>
          <w:p w14:paraId="3987345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6" w:type="dxa"/>
          </w:tcPr>
          <w:p w14:paraId="12EF0F6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Wskazuje istotę prawa koalicji i metody rozwiązywania sporów zbiorowych</w:t>
            </w:r>
          </w:p>
        </w:tc>
        <w:tc>
          <w:tcPr>
            <w:tcW w:w="1865" w:type="dxa"/>
          </w:tcPr>
          <w:p w14:paraId="782F6FB5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</w:t>
            </w:r>
          </w:p>
          <w:p w14:paraId="4EDD6BE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496593FC" w14:textId="77777777" w:rsidTr="008302EF">
        <w:tc>
          <w:tcPr>
            <w:tcW w:w="1679" w:type="dxa"/>
          </w:tcPr>
          <w:p w14:paraId="4F85AE63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11</w:t>
            </w:r>
          </w:p>
        </w:tc>
        <w:tc>
          <w:tcPr>
            <w:tcW w:w="5976" w:type="dxa"/>
          </w:tcPr>
          <w:p w14:paraId="567FD937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Zna i charakteryzuje podstawowe uprawnienia związków zawodowych i organizacji pracodawców</w:t>
            </w:r>
          </w:p>
        </w:tc>
        <w:tc>
          <w:tcPr>
            <w:tcW w:w="1865" w:type="dxa"/>
          </w:tcPr>
          <w:p w14:paraId="01BCF73D" w14:textId="0F57F53A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B45217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F55956" w:rsidRPr="009C54AE" w14:paraId="01934C7A" w14:textId="77777777" w:rsidTr="008302EF">
        <w:tc>
          <w:tcPr>
            <w:tcW w:w="1679" w:type="dxa"/>
          </w:tcPr>
          <w:p w14:paraId="58EB068F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6" w:type="dxa"/>
          </w:tcPr>
          <w:p w14:paraId="4B678EE4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Przygotowuje pisma w zakresie nawiązania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rozwiązania umowy o pracę</w:t>
            </w:r>
          </w:p>
        </w:tc>
        <w:tc>
          <w:tcPr>
            <w:tcW w:w="1865" w:type="dxa"/>
          </w:tcPr>
          <w:p w14:paraId="5EE18CBB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K_U09</w:t>
            </w:r>
          </w:p>
          <w:p w14:paraId="0DE0BBDA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3E803DD3" w14:textId="77777777" w:rsidTr="008302EF">
        <w:tc>
          <w:tcPr>
            <w:tcW w:w="1679" w:type="dxa"/>
          </w:tcPr>
          <w:p w14:paraId="0AE9933B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6" w:type="dxa"/>
          </w:tcPr>
          <w:p w14:paraId="3DC1E6AC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Potrafi dochodzić swoich praw gwarantowanych przez regulacje prawne</w:t>
            </w:r>
          </w:p>
        </w:tc>
        <w:tc>
          <w:tcPr>
            <w:tcW w:w="1865" w:type="dxa"/>
          </w:tcPr>
          <w:p w14:paraId="0F800D05" w14:textId="01A2D561" w:rsidR="00F55956" w:rsidRPr="00F55956" w:rsidRDefault="00C5430B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430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F55956" w:rsidRPr="009C54AE" w14:paraId="2DFF328C" w14:textId="77777777" w:rsidTr="008302EF">
        <w:tc>
          <w:tcPr>
            <w:tcW w:w="1679" w:type="dxa"/>
          </w:tcPr>
          <w:p w14:paraId="58D0ACA8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6" w:type="dxa"/>
          </w:tcPr>
          <w:p w14:paraId="587C7D2D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Analizuje regulacje prawne w zakresie praw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obowiązków stron stosunku pracy</w:t>
            </w:r>
          </w:p>
        </w:tc>
        <w:tc>
          <w:tcPr>
            <w:tcW w:w="1865" w:type="dxa"/>
          </w:tcPr>
          <w:p w14:paraId="7EAF8145" w14:textId="2E4D6B11" w:rsidR="00F55956" w:rsidRPr="00F55956" w:rsidRDefault="00C5430B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430B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</w:tc>
      </w:tr>
      <w:tr w:rsidR="00F55956" w:rsidRPr="009C54AE" w14:paraId="698234C4" w14:textId="77777777" w:rsidTr="008302EF">
        <w:tc>
          <w:tcPr>
            <w:tcW w:w="1679" w:type="dxa"/>
          </w:tcPr>
          <w:p w14:paraId="3242EFB7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6" w:type="dxa"/>
          </w:tcPr>
          <w:p w14:paraId="4CF30490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Rozwiązuje samodzielnie podstawowe problemy prawne w oparciu przyswojoną wiedzę </w:t>
            </w:r>
            <w:r w:rsidRPr="00850352">
              <w:rPr>
                <w:rFonts w:ascii="Corbel" w:hAnsi="Corbel"/>
                <w:sz w:val="24"/>
                <w:szCs w:val="24"/>
              </w:rPr>
              <w:br/>
              <w:t>i zdobyte umiejętności w zakresie analizy omówionych regulacji prawnych</w:t>
            </w:r>
          </w:p>
        </w:tc>
        <w:tc>
          <w:tcPr>
            <w:tcW w:w="1865" w:type="dxa"/>
          </w:tcPr>
          <w:p w14:paraId="521838D5" w14:textId="5828FF33" w:rsidR="00F55956" w:rsidRPr="00F55956" w:rsidRDefault="00C5430B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430B">
              <w:rPr>
                <w:rFonts w:ascii="Corbel" w:eastAsia="Times New Roman" w:hAnsi="Corbel"/>
                <w:sz w:val="24"/>
                <w:szCs w:val="24"/>
                <w:lang w:eastAsia="pl-PL"/>
              </w:rPr>
              <w:t>K_U1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F55956"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06493679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K_U12, </w:t>
            </w:r>
          </w:p>
          <w:p w14:paraId="41BB736F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K_U13, </w:t>
            </w:r>
          </w:p>
          <w:p w14:paraId="210C2207" w14:textId="77777777" w:rsidR="00F55956" w:rsidRPr="00F55956" w:rsidRDefault="00F55956" w:rsidP="00B45217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00EB053D" w14:textId="77777777" w:rsidTr="008302EF">
        <w:tc>
          <w:tcPr>
            <w:tcW w:w="1679" w:type="dxa"/>
          </w:tcPr>
          <w:p w14:paraId="432F3552" w14:textId="77777777" w:rsidR="00F55956" w:rsidRPr="00F55956" w:rsidRDefault="00F55956" w:rsidP="00F55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956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6" w:type="dxa"/>
          </w:tcPr>
          <w:p w14:paraId="051D56C5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>Posługuje się ustawową terminologią używaną na gruncie prawa pracy</w:t>
            </w:r>
          </w:p>
        </w:tc>
        <w:tc>
          <w:tcPr>
            <w:tcW w:w="1865" w:type="dxa"/>
          </w:tcPr>
          <w:p w14:paraId="51967E16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K_U08</w:t>
            </w:r>
          </w:p>
          <w:p w14:paraId="156FE684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55956" w:rsidRPr="009C54AE" w14:paraId="59F211EF" w14:textId="77777777" w:rsidTr="008302EF">
        <w:tc>
          <w:tcPr>
            <w:tcW w:w="1679" w:type="dxa"/>
          </w:tcPr>
          <w:p w14:paraId="0419078E" w14:textId="2036019F" w:rsidR="00F55956" w:rsidRPr="00F55956" w:rsidRDefault="00F55956" w:rsidP="006F3189">
            <w:pPr>
              <w:pStyle w:val="Punktygwne"/>
              <w:numPr>
                <w:ilvl w:val="0"/>
                <w:numId w:val="4"/>
              </w:numPr>
              <w:spacing w:before="0" w:after="0"/>
              <w:ind w:hanging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4F437D25" w14:textId="122D27B0" w:rsidR="00F55956" w:rsidRPr="008428B6" w:rsidRDefault="008302EF" w:rsidP="00850352">
            <w:pPr>
              <w:rPr>
                <w:rFonts w:ascii="Corbel" w:hAnsi="Corbel"/>
                <w:bCs/>
                <w:sz w:val="24"/>
                <w:szCs w:val="24"/>
              </w:rPr>
            </w:pPr>
            <w:r w:rsidRPr="008428B6">
              <w:rPr>
                <w:rFonts w:ascii="Corbel" w:hAnsi="Corbel"/>
                <w:bCs/>
                <w:sz w:val="24"/>
                <w:szCs w:val="24"/>
              </w:rPr>
              <w:t>Ma świadomość społecznego znaczenia zawodu prawnika</w:t>
            </w:r>
            <w:r w:rsidR="008428B6">
              <w:rPr>
                <w:rFonts w:ascii="Corbel" w:hAnsi="Corbel"/>
                <w:bCs/>
                <w:sz w:val="24"/>
                <w:szCs w:val="24"/>
              </w:rPr>
              <w:t xml:space="preserve"> i zasad etycznych</w:t>
            </w:r>
          </w:p>
        </w:tc>
        <w:tc>
          <w:tcPr>
            <w:tcW w:w="1865" w:type="dxa"/>
          </w:tcPr>
          <w:p w14:paraId="4DB8C532" w14:textId="44E74E76" w:rsidR="008428B6" w:rsidRPr="004B5550" w:rsidRDefault="00F55956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59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 w:rsidR="008302EF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8428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6B24D4DF" w14:textId="4471ED20" w:rsidR="00F55956" w:rsidRPr="004B5550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7F076672" w14:textId="77777777" w:rsidR="00F55956" w:rsidRPr="00F55956" w:rsidRDefault="00F55956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428B6" w:rsidRPr="009C54AE" w14:paraId="787AF56B" w14:textId="77777777" w:rsidTr="008302EF">
        <w:tc>
          <w:tcPr>
            <w:tcW w:w="1679" w:type="dxa"/>
          </w:tcPr>
          <w:p w14:paraId="50DD5218" w14:textId="52E8F28C" w:rsidR="008428B6" w:rsidRPr="00F55956" w:rsidRDefault="008428B6" w:rsidP="006F3189">
            <w:pPr>
              <w:pStyle w:val="Punktygwne"/>
              <w:numPr>
                <w:ilvl w:val="0"/>
                <w:numId w:val="4"/>
              </w:numPr>
              <w:spacing w:before="0" w:after="0"/>
              <w:ind w:hanging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5A34805" w14:textId="0E103BA9" w:rsidR="008428B6" w:rsidRPr="008428B6" w:rsidRDefault="008428B6" w:rsidP="00850352">
            <w:pPr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Szanuje poglądy innych</w:t>
            </w:r>
          </w:p>
        </w:tc>
        <w:tc>
          <w:tcPr>
            <w:tcW w:w="1865" w:type="dxa"/>
          </w:tcPr>
          <w:p w14:paraId="740ED7D5" w14:textId="1113B921" w:rsidR="008428B6" w:rsidRPr="00F55956" w:rsidRDefault="00844633" w:rsidP="008428B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4633">
              <w:rPr>
                <w:rFonts w:ascii="Corbel" w:eastAsia="Times New Roman" w:hAnsi="Corbel"/>
                <w:sz w:val="24"/>
                <w:szCs w:val="24"/>
                <w:lang w:eastAsia="pl-PL"/>
              </w:rPr>
              <w:t>K_K0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F55956" w:rsidRPr="009C54AE" w14:paraId="14464AD2" w14:textId="77777777" w:rsidTr="008302EF">
        <w:tc>
          <w:tcPr>
            <w:tcW w:w="1679" w:type="dxa"/>
          </w:tcPr>
          <w:p w14:paraId="6BC40134" w14:textId="4DADD121" w:rsidR="00F55956" w:rsidRPr="00F55956" w:rsidRDefault="00F55956" w:rsidP="006F3189">
            <w:pPr>
              <w:pStyle w:val="Punktygwne"/>
              <w:numPr>
                <w:ilvl w:val="0"/>
                <w:numId w:val="4"/>
              </w:numPr>
              <w:spacing w:before="0" w:after="0"/>
              <w:ind w:hanging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596F118A" w14:textId="77777777" w:rsidR="00F55956" w:rsidRPr="00850352" w:rsidRDefault="00F55956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Prezentuje postawę gotowości inicjowania działań </w:t>
            </w:r>
            <w:r w:rsidRPr="00850352">
              <w:rPr>
                <w:rFonts w:ascii="Corbel" w:eastAsia="Cambria" w:hAnsi="Corbel"/>
                <w:sz w:val="24"/>
                <w:szCs w:val="24"/>
              </w:rPr>
              <w:t>zmierzających do ochrony praw stron stosunku pracy</w:t>
            </w:r>
          </w:p>
        </w:tc>
        <w:tc>
          <w:tcPr>
            <w:tcW w:w="1865" w:type="dxa"/>
          </w:tcPr>
          <w:p w14:paraId="57D7FE5E" w14:textId="3B3AFA66" w:rsidR="00F55956" w:rsidRPr="00F55956" w:rsidRDefault="00844633" w:rsidP="00F55956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4633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</w:tbl>
    <w:p w14:paraId="67B118A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04643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4E176C9" w14:textId="77777777" w:rsidR="00D92A42" w:rsidRPr="009C54AE" w:rsidRDefault="00D92A42" w:rsidP="00D92A4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17B7DB7" w14:textId="77777777" w:rsidR="0085747A" w:rsidRPr="001B59B6" w:rsidRDefault="0085747A" w:rsidP="001B59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B59B6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Style w:val="Tabela-Siatka"/>
        <w:tblW w:w="7938" w:type="dxa"/>
        <w:tblInd w:w="108" w:type="dxa"/>
        <w:tblLook w:val="04A0" w:firstRow="1" w:lastRow="0" w:firstColumn="1" w:lastColumn="0" w:noHBand="0" w:noVBand="1"/>
      </w:tblPr>
      <w:tblGrid>
        <w:gridCol w:w="7938"/>
      </w:tblGrid>
      <w:tr w:rsidR="001066F9" w:rsidRPr="00D92A42" w14:paraId="0F81E6EA" w14:textId="77777777" w:rsidTr="001066F9">
        <w:trPr>
          <w:trHeight w:val="731"/>
        </w:trPr>
        <w:tc>
          <w:tcPr>
            <w:tcW w:w="7938" w:type="dxa"/>
          </w:tcPr>
          <w:p w14:paraId="2992C62D" w14:textId="77777777" w:rsidR="001066F9" w:rsidRPr="00D92A42" w:rsidRDefault="001066F9" w:rsidP="00850352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eastAsia="Cambria" w:hAnsi="Corbel"/>
                <w:b/>
                <w:sz w:val="24"/>
                <w:szCs w:val="24"/>
              </w:rPr>
              <w:t>Treść merytoryczna</w:t>
            </w:r>
          </w:p>
        </w:tc>
      </w:tr>
      <w:tr w:rsidR="001066F9" w:rsidRPr="00D92A42" w14:paraId="4D01916B" w14:textId="77777777" w:rsidTr="001066F9">
        <w:tc>
          <w:tcPr>
            <w:tcW w:w="7938" w:type="dxa"/>
          </w:tcPr>
          <w:p w14:paraId="2D07062A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Pojęcie, funkcje i zasady prawa pracy.</w:t>
            </w:r>
          </w:p>
        </w:tc>
      </w:tr>
      <w:tr w:rsidR="001066F9" w:rsidRPr="00D92A42" w14:paraId="28EC3A67" w14:textId="77777777" w:rsidTr="001066F9">
        <w:trPr>
          <w:trHeight w:val="389"/>
        </w:trPr>
        <w:tc>
          <w:tcPr>
            <w:tcW w:w="7938" w:type="dxa"/>
          </w:tcPr>
          <w:p w14:paraId="5034852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Źródła prawa pracy.</w:t>
            </w:r>
          </w:p>
        </w:tc>
      </w:tr>
      <w:tr w:rsidR="001066F9" w:rsidRPr="00D92A42" w14:paraId="26367450" w14:textId="77777777" w:rsidTr="001066F9">
        <w:tc>
          <w:tcPr>
            <w:tcW w:w="7938" w:type="dxa"/>
          </w:tcPr>
          <w:p w14:paraId="098956D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Stosunek pracy:</w:t>
            </w:r>
          </w:p>
          <w:p w14:paraId="74D52C4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ogólna charakterystyka, pojęcie pracownika i pracodawcy,</w:t>
            </w:r>
          </w:p>
          <w:p w14:paraId="3110862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stosunek pracy a zatrudnienie cywilnoprawne,</w:t>
            </w:r>
          </w:p>
          <w:p w14:paraId="61F71813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podstawy nawiązania stosunku pracy z uwzględnieniem powołania, mianowania, wyboru i spółdzielczej umowy o pracę,</w:t>
            </w:r>
          </w:p>
          <w:p w14:paraId="5F637A8D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modyfikacja, rozwiązanie i wygaśnięcie stosunku pracy,</w:t>
            </w:r>
          </w:p>
          <w:p w14:paraId="06615169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roszczenia związane z niezgodnym z prawem rozwiązania stosunku pracy,</w:t>
            </w:r>
          </w:p>
          <w:p w14:paraId="5E7CE8FB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procedura zwolnień grupowych,</w:t>
            </w:r>
          </w:p>
          <w:p w14:paraId="7902DC1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zatrudnianie pracowników w formie telepracy.</w:t>
            </w:r>
          </w:p>
        </w:tc>
      </w:tr>
      <w:tr w:rsidR="001066F9" w:rsidRPr="00D92A42" w14:paraId="751FA78D" w14:textId="77777777" w:rsidTr="001066F9">
        <w:tc>
          <w:tcPr>
            <w:tcW w:w="7938" w:type="dxa"/>
          </w:tcPr>
          <w:p w14:paraId="1218F536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Samodzielne sporządzanie oświadczeń woli w zakresie nawiązania i rozwiązania stosunku pracy.</w:t>
            </w:r>
          </w:p>
        </w:tc>
      </w:tr>
      <w:tr w:rsidR="001066F9" w:rsidRPr="00D92A42" w14:paraId="286403F9" w14:textId="77777777" w:rsidTr="001066F9">
        <w:tc>
          <w:tcPr>
            <w:tcW w:w="7938" w:type="dxa"/>
          </w:tcPr>
          <w:p w14:paraId="5A6BCAB3" w14:textId="77777777" w:rsidR="001066F9" w:rsidRPr="00D92A42" w:rsidRDefault="001066F9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lastRenderedPageBreak/>
              <w:t>Wynagrodzenie za pracę.</w:t>
            </w:r>
          </w:p>
        </w:tc>
      </w:tr>
      <w:tr w:rsidR="001066F9" w:rsidRPr="00D92A42" w14:paraId="37BB12D9" w14:textId="77777777" w:rsidTr="001066F9">
        <w:tc>
          <w:tcPr>
            <w:tcW w:w="7938" w:type="dxa"/>
          </w:tcPr>
          <w:p w14:paraId="1FF92D38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 xml:space="preserve">Przeciwdziałanie </w:t>
            </w:r>
            <w:proofErr w:type="spellStart"/>
            <w:r w:rsidRPr="00D92A42">
              <w:rPr>
                <w:rFonts w:ascii="Corbel" w:hAnsi="Corbel"/>
                <w:sz w:val="24"/>
                <w:szCs w:val="24"/>
              </w:rPr>
              <w:t>mobbingowi</w:t>
            </w:r>
            <w:proofErr w:type="spellEnd"/>
            <w:r w:rsidRPr="00D92A42">
              <w:rPr>
                <w:rFonts w:ascii="Corbel" w:hAnsi="Corbel"/>
                <w:sz w:val="24"/>
                <w:szCs w:val="24"/>
              </w:rPr>
              <w:t xml:space="preserve"> i dyskryminacji w zatrudnieniu.</w:t>
            </w:r>
          </w:p>
        </w:tc>
      </w:tr>
      <w:tr w:rsidR="001066F9" w:rsidRPr="00D92A42" w14:paraId="4282DBC6" w14:textId="77777777" w:rsidTr="001066F9">
        <w:tc>
          <w:tcPr>
            <w:tcW w:w="7938" w:type="dxa"/>
          </w:tcPr>
          <w:p w14:paraId="1ECEEBBF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Podstawowe obowiązki pracodawcy i pracownika:</w:t>
            </w:r>
          </w:p>
          <w:p w14:paraId="0336BADC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dokumentacja pracownicza, świadectwo pracy,</w:t>
            </w:r>
          </w:p>
          <w:p w14:paraId="65AB2D70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pracowniczy zakaz konkurencji,</w:t>
            </w:r>
          </w:p>
          <w:p w14:paraId="72FAFF46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podnoszenie kwalifikacji zawodowych.</w:t>
            </w:r>
          </w:p>
        </w:tc>
      </w:tr>
      <w:tr w:rsidR="001066F9" w:rsidRPr="00D92A42" w14:paraId="77579CCA" w14:textId="77777777" w:rsidTr="001066F9">
        <w:tc>
          <w:tcPr>
            <w:tcW w:w="7938" w:type="dxa"/>
          </w:tcPr>
          <w:p w14:paraId="313623AE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porządkowa i dyscyplinarna pracowników.</w:t>
            </w:r>
          </w:p>
        </w:tc>
      </w:tr>
      <w:tr w:rsidR="001066F9" w:rsidRPr="00D92A42" w14:paraId="0E14BDB7" w14:textId="77777777" w:rsidTr="001066F9">
        <w:tc>
          <w:tcPr>
            <w:tcW w:w="7938" w:type="dxa"/>
          </w:tcPr>
          <w:p w14:paraId="7726E3CC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Odpowiedzialność materialna pracowników.</w:t>
            </w:r>
          </w:p>
        </w:tc>
      </w:tr>
      <w:tr w:rsidR="001066F9" w:rsidRPr="00D92A42" w14:paraId="1034D5A9" w14:textId="77777777" w:rsidTr="001066F9">
        <w:tc>
          <w:tcPr>
            <w:tcW w:w="7938" w:type="dxa"/>
          </w:tcPr>
          <w:p w14:paraId="4CBEC7FB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sprawdzenie wiedzy.</w:t>
            </w:r>
          </w:p>
        </w:tc>
      </w:tr>
      <w:tr w:rsidR="001066F9" w:rsidRPr="00D92A42" w14:paraId="6D4E7C80" w14:textId="77777777" w:rsidTr="001066F9">
        <w:tc>
          <w:tcPr>
            <w:tcW w:w="7938" w:type="dxa"/>
          </w:tcPr>
          <w:p w14:paraId="23E4860A" w14:textId="77777777" w:rsidR="001066F9" w:rsidRPr="00D92A42" w:rsidRDefault="001066F9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Czas pracy</w:t>
            </w:r>
          </w:p>
        </w:tc>
      </w:tr>
      <w:tr w:rsidR="001066F9" w:rsidRPr="00D92A42" w14:paraId="6686810F" w14:textId="77777777" w:rsidTr="001066F9">
        <w:tc>
          <w:tcPr>
            <w:tcW w:w="7938" w:type="dxa"/>
          </w:tcPr>
          <w:p w14:paraId="770B3322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Urlopy pracownicze</w:t>
            </w:r>
          </w:p>
        </w:tc>
      </w:tr>
      <w:tr w:rsidR="001066F9" w:rsidRPr="00D92A42" w14:paraId="6C6B1708" w14:textId="77777777" w:rsidTr="001066F9">
        <w:tc>
          <w:tcPr>
            <w:tcW w:w="7938" w:type="dxa"/>
          </w:tcPr>
          <w:p w14:paraId="5112104A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Uprawnienia pracowników związane z rodzicielstwem</w:t>
            </w:r>
          </w:p>
        </w:tc>
      </w:tr>
      <w:tr w:rsidR="001066F9" w:rsidRPr="00D92A42" w14:paraId="6EC6DFEA" w14:textId="77777777" w:rsidTr="001066F9">
        <w:tc>
          <w:tcPr>
            <w:tcW w:w="7938" w:type="dxa"/>
          </w:tcPr>
          <w:p w14:paraId="635F9167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Ochrona pracowników  młodocianych i zatrudnianie dzieci.</w:t>
            </w:r>
          </w:p>
        </w:tc>
      </w:tr>
      <w:tr w:rsidR="001066F9" w:rsidRPr="00D92A42" w14:paraId="346E4C0D" w14:textId="77777777" w:rsidTr="001066F9">
        <w:tc>
          <w:tcPr>
            <w:tcW w:w="7938" w:type="dxa"/>
          </w:tcPr>
          <w:p w14:paraId="5E8914F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Wykroczenia przeciwko prawo pracowniczym.</w:t>
            </w:r>
          </w:p>
        </w:tc>
      </w:tr>
      <w:tr w:rsidR="001066F9" w:rsidRPr="00D92A42" w14:paraId="5A6EC76E" w14:textId="77777777" w:rsidTr="001066F9">
        <w:tc>
          <w:tcPr>
            <w:tcW w:w="7938" w:type="dxa"/>
          </w:tcPr>
          <w:p w14:paraId="06685C94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Przygotowanie wybranych pism procesowych z zakresu prawa pracy</w:t>
            </w:r>
          </w:p>
        </w:tc>
      </w:tr>
      <w:tr w:rsidR="001066F9" w:rsidRPr="00D92A42" w14:paraId="692EE9D6" w14:textId="77777777" w:rsidTr="001066F9">
        <w:tc>
          <w:tcPr>
            <w:tcW w:w="7938" w:type="dxa"/>
          </w:tcPr>
          <w:p w14:paraId="66E5A60B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Wybrane zagadnienia z zakresu zbiorowego prawa pracy:</w:t>
            </w:r>
          </w:p>
          <w:p w14:paraId="131FE118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układy zbiorowe pracy,</w:t>
            </w:r>
          </w:p>
          <w:p w14:paraId="490B1B2D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rozwiązywanie sporów zbiorowych,</w:t>
            </w:r>
          </w:p>
          <w:p w14:paraId="4A1E75CC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związkowych,</w:t>
            </w:r>
          </w:p>
          <w:p w14:paraId="0D99F4E5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pojęcie, tryb i tworzenie organizacji pracodawców,</w:t>
            </w:r>
          </w:p>
          <w:p w14:paraId="6654AA3D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- rady pracownicze – tworzenie i kompetencje.</w:t>
            </w:r>
          </w:p>
        </w:tc>
      </w:tr>
      <w:tr w:rsidR="001066F9" w:rsidRPr="00D92A42" w14:paraId="52B9EAB1" w14:textId="77777777" w:rsidTr="001066F9">
        <w:tc>
          <w:tcPr>
            <w:tcW w:w="7938" w:type="dxa"/>
          </w:tcPr>
          <w:p w14:paraId="521070EE" w14:textId="77777777" w:rsidR="001066F9" w:rsidRPr="00D92A42" w:rsidRDefault="001066F9" w:rsidP="008503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2A42">
              <w:rPr>
                <w:rFonts w:ascii="Corbel" w:hAnsi="Corbel"/>
                <w:sz w:val="24"/>
                <w:szCs w:val="24"/>
              </w:rPr>
              <w:t>Pisemne sprawdzanie wiedzy.</w:t>
            </w:r>
          </w:p>
        </w:tc>
      </w:tr>
      <w:tr w:rsidR="001066F9" w:rsidRPr="00D92A42" w14:paraId="1D8B4657" w14:textId="77777777" w:rsidTr="001066F9">
        <w:tc>
          <w:tcPr>
            <w:tcW w:w="7938" w:type="dxa"/>
          </w:tcPr>
          <w:p w14:paraId="416D789E" w14:textId="77777777" w:rsidR="001066F9" w:rsidRPr="00D92A42" w:rsidRDefault="001066F9" w:rsidP="0085035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2A42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</w:tr>
    </w:tbl>
    <w:p w14:paraId="0316432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1A4CCA" w14:textId="77777777" w:rsidR="00D92A42" w:rsidRPr="009C54AE" w:rsidRDefault="00D92A4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00A84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44231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20367" w14:textId="77777777" w:rsidR="007E6F34" w:rsidRDefault="007E6F34" w:rsidP="00AE3520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46394F2C" w14:textId="60DB6614" w:rsidR="007E6F34" w:rsidRPr="007E6F34" w:rsidRDefault="001066F9" w:rsidP="007E6F34">
      <w:pPr>
        <w:rPr>
          <w:b/>
          <w:smallCaps/>
          <w:sz w:val="24"/>
          <w:szCs w:val="24"/>
        </w:rPr>
      </w:pPr>
      <w:r>
        <w:rPr>
          <w:rFonts w:eastAsia="Cambria"/>
          <w:sz w:val="24"/>
          <w:szCs w:val="24"/>
        </w:rPr>
        <w:t>konwersatorium</w:t>
      </w:r>
      <w:r w:rsidR="007E6F34" w:rsidRPr="007E6F34">
        <w:rPr>
          <w:rFonts w:eastAsia="Cambria"/>
          <w:sz w:val="24"/>
          <w:szCs w:val="24"/>
        </w:rPr>
        <w:t xml:space="preserve">: </w:t>
      </w:r>
      <w:r w:rsidR="007E6F34" w:rsidRPr="007E6F34">
        <w:rPr>
          <w:sz w:val="24"/>
          <w:szCs w:val="24"/>
        </w:rPr>
        <w:t>Metody stosowane na ćwiczeniach: analiza przepisów prawnych z zakresu omawianej tematyki, kazusy, dyskusja</w:t>
      </w:r>
      <w:r w:rsidR="007E6F34" w:rsidRPr="007E6F34">
        <w:rPr>
          <w:b/>
          <w:smallCaps/>
          <w:sz w:val="24"/>
          <w:szCs w:val="24"/>
        </w:rPr>
        <w:t xml:space="preserve">, </w:t>
      </w:r>
      <w:r w:rsidR="007E6F34" w:rsidRPr="007E6F34">
        <w:rPr>
          <w:sz w:val="24"/>
          <w:szCs w:val="24"/>
        </w:rPr>
        <w:t>metody kształcenia na odległość.</w:t>
      </w:r>
    </w:p>
    <w:p w14:paraId="1F9F3323" w14:textId="77777777" w:rsidR="007E6F34" w:rsidRPr="00A62E7F" w:rsidRDefault="007E6F34" w:rsidP="00AE3520">
      <w:pPr>
        <w:spacing w:after="0" w:line="240" w:lineRule="auto"/>
        <w:jc w:val="both"/>
        <w:rPr>
          <w:rFonts w:eastAsia="Cambria"/>
          <w:sz w:val="24"/>
          <w:szCs w:val="24"/>
        </w:rPr>
      </w:pPr>
    </w:p>
    <w:p w14:paraId="267608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940D5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19C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88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1C4306E" w14:textId="77777777" w:rsidTr="009F03EC">
        <w:tc>
          <w:tcPr>
            <w:tcW w:w="1962" w:type="dxa"/>
            <w:vAlign w:val="center"/>
          </w:tcPr>
          <w:p w14:paraId="578FE85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6D0ACAA" w14:textId="0EFA7264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1066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E7CE0E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CCF46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C80D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520" w:rsidRPr="009C54AE" w14:paraId="5A348536" w14:textId="77777777" w:rsidTr="009F03EC">
        <w:tc>
          <w:tcPr>
            <w:tcW w:w="1962" w:type="dxa"/>
          </w:tcPr>
          <w:p w14:paraId="7E82AFEB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E3520">
              <w:rPr>
                <w:rFonts w:ascii="Corbel" w:hAnsi="Corbel"/>
                <w:b w:val="0"/>
                <w:szCs w:val="24"/>
              </w:rPr>
              <w:t>_ 01-13</w:t>
            </w:r>
          </w:p>
        </w:tc>
        <w:tc>
          <w:tcPr>
            <w:tcW w:w="5441" w:type="dxa"/>
          </w:tcPr>
          <w:p w14:paraId="76A3C0E8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isemne sprawdzenie wiedzy</w:t>
            </w:r>
          </w:p>
        </w:tc>
        <w:tc>
          <w:tcPr>
            <w:tcW w:w="2117" w:type="dxa"/>
          </w:tcPr>
          <w:p w14:paraId="032C6BE9" w14:textId="77777777" w:rsidR="00AE3520" w:rsidRPr="00AE3520" w:rsidRDefault="00AE3520" w:rsidP="00AE35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0931C64C" w14:textId="77777777" w:rsidTr="009F03EC">
        <w:tc>
          <w:tcPr>
            <w:tcW w:w="1962" w:type="dxa"/>
          </w:tcPr>
          <w:p w14:paraId="2BE751F8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 14,15</w:t>
            </w:r>
          </w:p>
        </w:tc>
        <w:tc>
          <w:tcPr>
            <w:tcW w:w="5441" w:type="dxa"/>
          </w:tcPr>
          <w:p w14:paraId="64407068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ozwiązywanie kazusów</w:t>
            </w:r>
          </w:p>
        </w:tc>
        <w:tc>
          <w:tcPr>
            <w:tcW w:w="2117" w:type="dxa"/>
          </w:tcPr>
          <w:p w14:paraId="17253367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1479FE82" w14:textId="77777777" w:rsidTr="009F03EC">
        <w:tc>
          <w:tcPr>
            <w:tcW w:w="1962" w:type="dxa"/>
          </w:tcPr>
          <w:p w14:paraId="5590F6D9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441" w:type="dxa"/>
          </w:tcPr>
          <w:p w14:paraId="355AC73D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gzamin,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isemne sprawdzenie wiedzy,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yskusja, obserwacja w trakcie zajęć</w:t>
            </w:r>
          </w:p>
        </w:tc>
        <w:tc>
          <w:tcPr>
            <w:tcW w:w="2117" w:type="dxa"/>
          </w:tcPr>
          <w:p w14:paraId="769A31EB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015DAB3B" w14:textId="77777777" w:rsidTr="009F03EC">
        <w:tc>
          <w:tcPr>
            <w:tcW w:w="1962" w:type="dxa"/>
          </w:tcPr>
          <w:p w14:paraId="272577B4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lastRenderedPageBreak/>
              <w:t>EK_17</w:t>
            </w:r>
          </w:p>
        </w:tc>
        <w:tc>
          <w:tcPr>
            <w:tcW w:w="5441" w:type="dxa"/>
          </w:tcPr>
          <w:p w14:paraId="636DE9E3" w14:textId="77777777" w:rsidR="00AE3520" w:rsidRPr="00850352" w:rsidRDefault="00AE3520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 w:rsidRPr="00850352">
              <w:rPr>
                <w:rFonts w:ascii="Corbel" w:hAnsi="Corbel"/>
                <w:sz w:val="24"/>
                <w:szCs w:val="24"/>
              </w:rPr>
              <w:t xml:space="preserve">debata, </w:t>
            </w:r>
            <w:r w:rsidR="00850352">
              <w:rPr>
                <w:rFonts w:ascii="Corbel" w:hAnsi="Corbel"/>
                <w:sz w:val="24"/>
                <w:szCs w:val="24"/>
              </w:rPr>
              <w:t>r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ozwiązywanie </w:t>
            </w:r>
            <w:r w:rsidR="00850352">
              <w:rPr>
                <w:rFonts w:ascii="Corbel" w:hAnsi="Corbel"/>
                <w:sz w:val="24"/>
                <w:szCs w:val="24"/>
              </w:rPr>
              <w:t>ka</w:t>
            </w:r>
            <w:r w:rsidRPr="00850352">
              <w:rPr>
                <w:rFonts w:ascii="Corbel" w:hAnsi="Corbel"/>
                <w:sz w:val="24"/>
                <w:szCs w:val="24"/>
              </w:rPr>
              <w:t xml:space="preserve">zusów, </w:t>
            </w:r>
            <w:r w:rsidR="00850352">
              <w:rPr>
                <w:rFonts w:ascii="Corbel" w:hAnsi="Corbel"/>
                <w:sz w:val="24"/>
                <w:szCs w:val="24"/>
              </w:rPr>
              <w:t>s</w:t>
            </w:r>
            <w:r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17" w:type="dxa"/>
          </w:tcPr>
          <w:p w14:paraId="0AB29DD5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09327648" w14:textId="77777777" w:rsidTr="009F03EC">
        <w:tc>
          <w:tcPr>
            <w:tcW w:w="1962" w:type="dxa"/>
          </w:tcPr>
          <w:p w14:paraId="017EA86A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441" w:type="dxa"/>
          </w:tcPr>
          <w:p w14:paraId="730FA3E7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 xml:space="preserve">yskusja,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porządzanie pism procesowych</w:t>
            </w:r>
          </w:p>
        </w:tc>
        <w:tc>
          <w:tcPr>
            <w:tcW w:w="2117" w:type="dxa"/>
          </w:tcPr>
          <w:p w14:paraId="3A0FBF80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E3520" w:rsidRPr="009C54AE" w14:paraId="71CBA58B" w14:textId="77777777" w:rsidTr="009F03EC">
        <w:tc>
          <w:tcPr>
            <w:tcW w:w="1962" w:type="dxa"/>
          </w:tcPr>
          <w:p w14:paraId="6FF06765" w14:textId="77777777" w:rsidR="00AE3520" w:rsidRPr="00AE3520" w:rsidRDefault="00AE3520" w:rsidP="00AE35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3520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441" w:type="dxa"/>
          </w:tcPr>
          <w:p w14:paraId="74BB7337" w14:textId="77777777" w:rsidR="00AE3520" w:rsidRPr="00850352" w:rsidRDefault="00850352" w:rsidP="00850352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AE3520" w:rsidRPr="00850352">
              <w:rPr>
                <w:rFonts w:ascii="Corbel" w:hAnsi="Corbel"/>
                <w:sz w:val="24"/>
                <w:szCs w:val="24"/>
              </w:rPr>
              <w:t>yskusja, debata</w:t>
            </w:r>
          </w:p>
        </w:tc>
        <w:tc>
          <w:tcPr>
            <w:tcW w:w="2117" w:type="dxa"/>
          </w:tcPr>
          <w:p w14:paraId="564009FA" w14:textId="77777777" w:rsidR="00AE3520" w:rsidRPr="00AE3520" w:rsidRDefault="00AE3520" w:rsidP="00AE3520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  <w:proofErr w:type="spellStart"/>
            <w:r w:rsidRPr="00AE352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58A6E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A990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95E5FF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AB0F29" w14:textId="77777777" w:rsidTr="00923D7D">
        <w:tc>
          <w:tcPr>
            <w:tcW w:w="9670" w:type="dxa"/>
          </w:tcPr>
          <w:p w14:paraId="30751C59" w14:textId="6FE149A2" w:rsidR="00443A4A" w:rsidRDefault="00AE3520" w:rsidP="00443A4A">
            <w:pPr>
              <w:rPr>
                <w:rFonts w:ascii="Corbel" w:hAnsi="Corbel"/>
                <w:sz w:val="24"/>
                <w:szCs w:val="24"/>
              </w:rPr>
            </w:pPr>
            <w:r w:rsidRPr="00AE3520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AE3520">
              <w:rPr>
                <w:rFonts w:ascii="Corbel" w:hAnsi="Corbel"/>
                <w:sz w:val="24"/>
                <w:szCs w:val="24"/>
              </w:rPr>
              <w:t xml:space="preserve">zamin </w:t>
            </w:r>
            <w:r w:rsidR="00443A4A">
              <w:rPr>
                <w:rFonts w:ascii="Corbel" w:hAnsi="Corbel"/>
                <w:sz w:val="24"/>
                <w:szCs w:val="24"/>
              </w:rPr>
              <w:t>: Test wielokrotnego wyboru składający się z 30 pytań zamkniętych</w:t>
            </w:r>
          </w:p>
          <w:p w14:paraId="4D9FC73B" w14:textId="5EC7C248" w:rsidR="0085747A" w:rsidRPr="004E46CB" w:rsidRDefault="00AE3520" w:rsidP="00443A4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z oceną: ustalenie oceny zaliczeniowej na podstawie ocen cząstkowych (uzyskanych z pisemnego sprawdzenia wiedzy oraz aktywności studenta w trakcie ćwiczeń.</w:t>
            </w:r>
          </w:p>
        </w:tc>
      </w:tr>
    </w:tbl>
    <w:p w14:paraId="0E713A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E8A4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C6BCC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74C91E1" w14:textId="77777777" w:rsidTr="003E1941">
        <w:tc>
          <w:tcPr>
            <w:tcW w:w="4962" w:type="dxa"/>
            <w:vAlign w:val="center"/>
          </w:tcPr>
          <w:p w14:paraId="4E806E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28C6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BD1614" w14:textId="77777777" w:rsidTr="00923D7D">
        <w:tc>
          <w:tcPr>
            <w:tcW w:w="4962" w:type="dxa"/>
          </w:tcPr>
          <w:p w14:paraId="3F851BA9" w14:textId="2019491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40C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E53207" w14:textId="0E410DE8" w:rsidR="00AE3520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104CBFD" w14:textId="77777777" w:rsidTr="00923D7D">
        <w:tc>
          <w:tcPr>
            <w:tcW w:w="4962" w:type="dxa"/>
          </w:tcPr>
          <w:p w14:paraId="0404C78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667136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3925CF5" w14:textId="2CC65A6E" w:rsidR="00AE3520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D9EE260" w14:textId="77777777" w:rsidTr="00923D7D">
        <w:tc>
          <w:tcPr>
            <w:tcW w:w="4962" w:type="dxa"/>
          </w:tcPr>
          <w:p w14:paraId="6012907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33CD9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909F23D" w14:textId="2D7B8DA6" w:rsidR="00AE3520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02F2444" w14:textId="77777777" w:rsidTr="00923D7D">
        <w:tc>
          <w:tcPr>
            <w:tcW w:w="4962" w:type="dxa"/>
          </w:tcPr>
          <w:p w14:paraId="535F83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3FAF27" w14:textId="67D8F58C" w:rsidR="0085747A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C643C09" w14:textId="77777777" w:rsidTr="00923D7D">
        <w:tc>
          <w:tcPr>
            <w:tcW w:w="4962" w:type="dxa"/>
          </w:tcPr>
          <w:p w14:paraId="1B8F07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2F7339" w14:textId="3E89D4CC" w:rsidR="0085747A" w:rsidRPr="009C54AE" w:rsidRDefault="001066F9" w:rsidP="00AE35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C5FCF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9819B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206205" w14:textId="25D544BA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55D25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02262C7" w14:textId="77777777" w:rsidTr="0071620A">
        <w:trPr>
          <w:trHeight w:val="397"/>
        </w:trPr>
        <w:tc>
          <w:tcPr>
            <w:tcW w:w="3544" w:type="dxa"/>
          </w:tcPr>
          <w:p w14:paraId="316315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4CF366" w14:textId="0D0A1C73" w:rsidR="0085747A" w:rsidRPr="009C54AE" w:rsidRDefault="001066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40171D0" w14:textId="77777777" w:rsidTr="0071620A">
        <w:trPr>
          <w:trHeight w:val="397"/>
        </w:trPr>
        <w:tc>
          <w:tcPr>
            <w:tcW w:w="3544" w:type="dxa"/>
          </w:tcPr>
          <w:p w14:paraId="023434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C17710" w14:textId="1FA3F2F2" w:rsidR="0085747A" w:rsidRPr="009C54AE" w:rsidRDefault="001066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78109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1CE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F01D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B92712C" w14:textId="77777777" w:rsidTr="0071620A">
        <w:trPr>
          <w:trHeight w:val="397"/>
        </w:trPr>
        <w:tc>
          <w:tcPr>
            <w:tcW w:w="7513" w:type="dxa"/>
          </w:tcPr>
          <w:p w14:paraId="74A38AB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0E94EF" w14:textId="77777777" w:rsidR="004E46CB" w:rsidRDefault="004E46CB" w:rsidP="004E46C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7745CAE" w14:textId="77777777" w:rsidR="004E46CB" w:rsidRPr="001B59B6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14:paraId="76146077" w14:textId="77777777" w:rsidR="004E46CB" w:rsidRPr="001B59B6" w:rsidRDefault="004E46CB" w:rsidP="004E4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C5AC98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687B0454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526204CC" w14:textId="77777777" w:rsidR="004E46CB" w:rsidRPr="001B59B6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Krzysztof W. Baran</w:t>
            </w:r>
            <w:r w:rsidR="00850352"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 red.)</w:t>
            </w: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„Prawo pracy i ubezpieczeń społecznych </w:t>
            </w:r>
          </w:p>
          <w:p w14:paraId="155EF0BC" w14:textId="70B9EEB8" w:rsidR="004E46CB" w:rsidRDefault="004E46CB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(pod. red) „Prawo pracy”</w:t>
            </w:r>
          </w:p>
          <w:p w14:paraId="2807FF4F" w14:textId="40D9B287" w:rsidR="00A12D61" w:rsidRPr="00A12D61" w:rsidRDefault="00A12D61" w:rsidP="00A12D61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„Zbiorowe prawo zatrudnienia. Komentarz.”</w:t>
            </w:r>
          </w:p>
          <w:p w14:paraId="764621FA" w14:textId="77777777" w:rsidR="004E46CB" w:rsidRPr="009C54AE" w:rsidRDefault="004E46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F1CE8E" w14:textId="77777777" w:rsidTr="0071620A">
        <w:trPr>
          <w:trHeight w:val="397"/>
        </w:trPr>
        <w:tc>
          <w:tcPr>
            <w:tcW w:w="7513" w:type="dxa"/>
          </w:tcPr>
          <w:p w14:paraId="3C0CA0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B833BAF" w14:textId="77777777" w:rsidR="00850352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49591C7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„Zbiorowe prawo pracy. Zarys sytemu”</w:t>
            </w:r>
          </w:p>
          <w:p w14:paraId="790633AA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Jedrasik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-Jankowska  „Pojęcie i konstrukcje prawne ubezpieczenia społecznego”</w:t>
            </w:r>
          </w:p>
          <w:p w14:paraId="7DF8FFAF" w14:textId="77777777" w:rsidR="00850352" w:rsidRPr="00850352" w:rsidRDefault="00850352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>Krzysztof W. Baran (pod red.) „System Prawa Pracy”</w:t>
            </w:r>
          </w:p>
          <w:p w14:paraId="46EEA3B2" w14:textId="2525905B" w:rsidR="00850352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Jerzy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Wratny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Krzysztof Walczak ( pod red.) „Zbiorowe prawo pracy. Komentarz”</w:t>
            </w:r>
          </w:p>
          <w:p w14:paraId="01C17535" w14:textId="3FB2C5C7" w:rsidR="00A12D61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</w:t>
            </w:r>
            <w:r w:rsidR="002A00F1">
              <w:rPr>
                <w:rFonts w:ascii="Corbel" w:hAnsi="Corbel"/>
                <w:b w:val="0"/>
                <w:smallCaps w:val="0"/>
                <w:szCs w:val="24"/>
              </w:rPr>
              <w:t xml:space="preserve"> „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Pojęcie i skutki prawne zasady reprezentatywności związków zawodowych w prawie polskim”</w:t>
            </w:r>
          </w:p>
          <w:p w14:paraId="40B0AD07" w14:textId="717C548A" w:rsidR="00A12D61" w:rsidRPr="00850352" w:rsidRDefault="00A12D61" w:rsidP="0085035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Aneta Kowalczyk, „Pojęcie sporu zbiorowego oraz pokojowe metody jego rozwiązywania w prawie polski”</w:t>
            </w:r>
          </w:p>
          <w:p w14:paraId="4C0AD09C" w14:textId="0F426D83" w:rsidR="00850352" w:rsidRPr="00850352" w:rsidRDefault="008503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88E0E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C69A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2E731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66DB3" w14:textId="77777777" w:rsidR="008425D7" w:rsidRDefault="008425D7" w:rsidP="00C16ABF">
      <w:pPr>
        <w:spacing w:after="0" w:line="240" w:lineRule="auto"/>
      </w:pPr>
      <w:r>
        <w:separator/>
      </w:r>
    </w:p>
  </w:endnote>
  <w:endnote w:type="continuationSeparator" w:id="0">
    <w:p w14:paraId="05BD0754" w14:textId="77777777" w:rsidR="008425D7" w:rsidRDefault="008425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EAFB3" w14:textId="77777777" w:rsidR="008425D7" w:rsidRDefault="008425D7" w:rsidP="00C16ABF">
      <w:pPr>
        <w:spacing w:after="0" w:line="240" w:lineRule="auto"/>
      </w:pPr>
      <w:r>
        <w:separator/>
      </w:r>
    </w:p>
  </w:footnote>
  <w:footnote w:type="continuationSeparator" w:id="0">
    <w:p w14:paraId="1B4B78DD" w14:textId="77777777" w:rsidR="008425D7" w:rsidRDefault="008425D7" w:rsidP="00C16ABF">
      <w:pPr>
        <w:spacing w:after="0" w:line="240" w:lineRule="auto"/>
      </w:pPr>
      <w:r>
        <w:continuationSeparator/>
      </w:r>
    </w:p>
  </w:footnote>
  <w:footnote w:id="1">
    <w:p w14:paraId="21A38E3A" w14:textId="77777777" w:rsidR="00850352" w:rsidRDefault="008503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83DFA"/>
    <w:multiLevelType w:val="hybridMultilevel"/>
    <w:tmpl w:val="5928E2C2"/>
    <w:lvl w:ilvl="0" w:tplc="C9323312">
      <w:start w:val="17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130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6F9"/>
    <w:rsid w:val="001101A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934"/>
    <w:rsid w:val="00186FD7"/>
    <w:rsid w:val="00192F37"/>
    <w:rsid w:val="001A70D2"/>
    <w:rsid w:val="001B59B6"/>
    <w:rsid w:val="001D657B"/>
    <w:rsid w:val="001D7B54"/>
    <w:rsid w:val="001E0209"/>
    <w:rsid w:val="001F2CA2"/>
    <w:rsid w:val="00204EC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0F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F9F"/>
    <w:rsid w:val="00346FE9"/>
    <w:rsid w:val="0034759A"/>
    <w:rsid w:val="003503F6"/>
    <w:rsid w:val="003530DD"/>
    <w:rsid w:val="00363F78"/>
    <w:rsid w:val="003A0A5B"/>
    <w:rsid w:val="003A1176"/>
    <w:rsid w:val="003A7EB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2F26"/>
    <w:rsid w:val="0042745A"/>
    <w:rsid w:val="00431D5C"/>
    <w:rsid w:val="004362C6"/>
    <w:rsid w:val="00437FA2"/>
    <w:rsid w:val="00443A4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50"/>
    <w:rsid w:val="004D1A01"/>
    <w:rsid w:val="004D5282"/>
    <w:rsid w:val="004E46CB"/>
    <w:rsid w:val="004F1551"/>
    <w:rsid w:val="004F55A3"/>
    <w:rsid w:val="0050496F"/>
    <w:rsid w:val="00513B6F"/>
    <w:rsid w:val="00517C63"/>
    <w:rsid w:val="00534156"/>
    <w:rsid w:val="005363C4"/>
    <w:rsid w:val="00536BDE"/>
    <w:rsid w:val="00543ACC"/>
    <w:rsid w:val="00545164"/>
    <w:rsid w:val="0056696D"/>
    <w:rsid w:val="0059484D"/>
    <w:rsid w:val="005A0855"/>
    <w:rsid w:val="005A3196"/>
    <w:rsid w:val="005A746B"/>
    <w:rsid w:val="005C080F"/>
    <w:rsid w:val="005C55E5"/>
    <w:rsid w:val="005C696A"/>
    <w:rsid w:val="005E6E85"/>
    <w:rsid w:val="005F31D2"/>
    <w:rsid w:val="0061029B"/>
    <w:rsid w:val="00617230"/>
    <w:rsid w:val="00620DB0"/>
    <w:rsid w:val="00621CE1"/>
    <w:rsid w:val="00624A34"/>
    <w:rsid w:val="00627FC9"/>
    <w:rsid w:val="00647FA8"/>
    <w:rsid w:val="00650C5F"/>
    <w:rsid w:val="00654934"/>
    <w:rsid w:val="006620D9"/>
    <w:rsid w:val="00671958"/>
    <w:rsid w:val="00675843"/>
    <w:rsid w:val="006828C2"/>
    <w:rsid w:val="00696477"/>
    <w:rsid w:val="006D050F"/>
    <w:rsid w:val="006D6139"/>
    <w:rsid w:val="006E5D65"/>
    <w:rsid w:val="006F1282"/>
    <w:rsid w:val="006F1FBC"/>
    <w:rsid w:val="006F3189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F34"/>
    <w:rsid w:val="007F4155"/>
    <w:rsid w:val="0081554D"/>
    <w:rsid w:val="0081707E"/>
    <w:rsid w:val="008302EF"/>
    <w:rsid w:val="008425D7"/>
    <w:rsid w:val="008428B6"/>
    <w:rsid w:val="00844633"/>
    <w:rsid w:val="008449B3"/>
    <w:rsid w:val="0085035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00"/>
    <w:rsid w:val="00954A07"/>
    <w:rsid w:val="00966F86"/>
    <w:rsid w:val="00997F14"/>
    <w:rsid w:val="009A78D9"/>
    <w:rsid w:val="009C3E31"/>
    <w:rsid w:val="009C54AE"/>
    <w:rsid w:val="009C788E"/>
    <w:rsid w:val="009E3B41"/>
    <w:rsid w:val="009F03EC"/>
    <w:rsid w:val="009F3C5C"/>
    <w:rsid w:val="009F4610"/>
    <w:rsid w:val="00A00ECC"/>
    <w:rsid w:val="00A1201F"/>
    <w:rsid w:val="00A12D6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20"/>
    <w:rsid w:val="00AE5FCB"/>
    <w:rsid w:val="00AF2C1E"/>
    <w:rsid w:val="00B06142"/>
    <w:rsid w:val="00B135B1"/>
    <w:rsid w:val="00B3130B"/>
    <w:rsid w:val="00B40ADB"/>
    <w:rsid w:val="00B43B77"/>
    <w:rsid w:val="00B43E80"/>
    <w:rsid w:val="00B45217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30B"/>
    <w:rsid w:val="00C56036"/>
    <w:rsid w:val="00C61DC5"/>
    <w:rsid w:val="00C67E92"/>
    <w:rsid w:val="00C70A26"/>
    <w:rsid w:val="00C766DF"/>
    <w:rsid w:val="00C83B5A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CA4"/>
    <w:rsid w:val="00D425B2"/>
    <w:rsid w:val="00D428D6"/>
    <w:rsid w:val="00D552B2"/>
    <w:rsid w:val="00D608D1"/>
    <w:rsid w:val="00D74119"/>
    <w:rsid w:val="00D8075B"/>
    <w:rsid w:val="00D8678B"/>
    <w:rsid w:val="00D92A42"/>
    <w:rsid w:val="00DA2114"/>
    <w:rsid w:val="00DE09C0"/>
    <w:rsid w:val="00DE4A14"/>
    <w:rsid w:val="00DF320D"/>
    <w:rsid w:val="00DF71C8"/>
    <w:rsid w:val="00E0143B"/>
    <w:rsid w:val="00E129B8"/>
    <w:rsid w:val="00E21E7D"/>
    <w:rsid w:val="00E22FBC"/>
    <w:rsid w:val="00E24BF5"/>
    <w:rsid w:val="00E25338"/>
    <w:rsid w:val="00E51E44"/>
    <w:rsid w:val="00E63348"/>
    <w:rsid w:val="00E66B72"/>
    <w:rsid w:val="00E77E88"/>
    <w:rsid w:val="00E8107D"/>
    <w:rsid w:val="00E91CF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CB"/>
    <w:rsid w:val="00F27A7B"/>
    <w:rsid w:val="00F526AF"/>
    <w:rsid w:val="00F5595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09D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5AFD"/>
  <w15:docId w15:val="{92228923-D1EA-4FEC-82CF-3EB0223D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58506-CF1F-4171-BD13-A792B389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108</TotalTime>
  <Pages>6</Pages>
  <Words>1168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17</cp:revision>
  <cp:lastPrinted>2019-02-06T12:12:00Z</cp:lastPrinted>
  <dcterms:created xsi:type="dcterms:W3CDTF">2020-10-23T07:45:00Z</dcterms:created>
  <dcterms:modified xsi:type="dcterms:W3CDTF">2022-11-29T13:00:00Z</dcterms:modified>
</cp:coreProperties>
</file>